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266928C5" w:rsidR="00EB46E5" w:rsidRPr="00BF54FE" w:rsidRDefault="00B204E3" w:rsidP="00BF54FE">
      <w:pPr>
        <w:pStyle w:val="Titul2"/>
      </w:pPr>
      <w:r>
        <w:t>Název zakázky: „</w:t>
      </w:r>
      <w:r w:rsidR="00556589" w:rsidRPr="00CA4E83">
        <w:rPr>
          <w:rFonts w:eastAsia="Calibri"/>
        </w:rPr>
        <w:t>Prostá rekonstrukce zabezpečovacího zařízení v ŽST Nové Město na Moravě</w:t>
      </w:r>
      <w:r>
        <w:t>“</w:t>
      </w:r>
      <w:r w:rsidR="00232000" w:rsidRPr="00BF54FE">
        <w:t xml:space="preserve"> </w:t>
      </w:r>
    </w:p>
    <w:p w14:paraId="67A07BB9" w14:textId="77777777" w:rsidR="009226C1" w:rsidRDefault="009226C1" w:rsidP="00B204E3">
      <w:pPr>
        <w:pStyle w:val="Textbezodsazen"/>
      </w:pPr>
    </w:p>
    <w:p w14:paraId="12B7693D" w14:textId="5AA340F5" w:rsidR="00A5674E" w:rsidRDefault="00A5674E" w:rsidP="00A5674E">
      <w:pPr>
        <w:pStyle w:val="Textbezodsazen"/>
      </w:pPr>
      <w:r>
        <w:t>Přezkoumali jsme Smlouvu o dílo</w:t>
      </w:r>
      <w:r w:rsidR="00A051D3">
        <w:t xml:space="preserve"> a Smlouvu o poskytování součinnosti</w:t>
      </w:r>
      <w:r>
        <w:t xml:space="preserve">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048991D" w14:textId="6219659B" w:rsidR="00A5674E" w:rsidRDefault="00A5674E" w:rsidP="00A5674E">
      <w:pPr>
        <w:pStyle w:val="Textbezodsazen"/>
      </w:pPr>
      <w:r>
        <w:t>Bude-li naše Nabídka přijata, poskytneme specifi</w:t>
      </w:r>
      <w:r w:rsidR="00A051D3">
        <w:t>kované Zajištění splnění smluv</w:t>
      </w:r>
      <w:r>
        <w:t>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1396AC04" w:rsidR="00A5674E" w:rsidRDefault="00A5674E" w:rsidP="00A5674E">
      <w:pPr>
        <w:pStyle w:val="Textbezodsazen"/>
      </w:pPr>
      <w:r>
        <w:t>Pro př</w:t>
      </w:r>
      <w:r w:rsidR="00B419F5">
        <w:t>ípad, že s Vámi uzavřeme Smlouvy</w:t>
      </w:r>
      <w:r>
        <w:t xml:space="preserve">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32A73911" w:rsidR="00A5674E" w:rsidRDefault="00A5674E" w:rsidP="00A5674E">
      <w:pPr>
        <w:pStyle w:val="Odstavec1-1a"/>
      </w:pPr>
      <w:r>
        <w:t>Smlouv</w:t>
      </w:r>
      <w:r w:rsidR="00B419F5">
        <w:t>y</w:t>
      </w:r>
      <w:r>
        <w:t xml:space="preserve"> bud</w:t>
      </w:r>
      <w:r w:rsidR="00B419F5">
        <w:t>ou</w:t>
      </w:r>
      <w:r>
        <w:t xml:space="preserve"> uveřejněn</w:t>
      </w:r>
      <w:r w:rsidR="00B419F5">
        <w:t>y</w:t>
      </w:r>
      <w:r>
        <w:t xml:space="preserve"> v registru smluv v rozsahu vyžadovaném ZRS; </w:t>
      </w:r>
    </w:p>
    <w:p w14:paraId="3902CC33" w14:textId="0B01E8F4" w:rsidR="00A5674E" w:rsidRDefault="00A5674E" w:rsidP="00A5674E">
      <w:pPr>
        <w:pStyle w:val="Odstavec1-1a"/>
      </w:pPr>
      <w:r>
        <w:t>Obě Smluvní strany v souladu s ustanovením § 5 odst. 2 ZRS zašlou správci registru smluv elektronick</w:t>
      </w:r>
      <w:r w:rsidR="00B419F5">
        <w:t>é</w:t>
      </w:r>
      <w:r>
        <w:t xml:space="preserve"> obraz</w:t>
      </w:r>
      <w:r w:rsidR="00B419F5">
        <w:t>y</w:t>
      </w:r>
      <w:r>
        <w:t xml:space="preserve"> S</w:t>
      </w:r>
      <w:r w:rsidR="00B419F5">
        <w:t>mluv</w:t>
      </w:r>
      <w:r>
        <w:t xml:space="preserve"> a jejich příloh</w:t>
      </w:r>
      <w:r w:rsidR="00B419F5">
        <w:t>y</w:t>
      </w:r>
      <w:r>
        <w:t xml:space="preserve"> a </w:t>
      </w:r>
      <w:proofErr w:type="spellStart"/>
      <w:r>
        <w:t>metadata</w:t>
      </w:r>
      <w:proofErr w:type="spellEnd"/>
      <w:r>
        <w:t xml:space="preserve"> vyžadovaná ZRS;</w:t>
      </w:r>
    </w:p>
    <w:p w14:paraId="3B60932D" w14:textId="4C475140" w:rsidR="00A5674E" w:rsidRDefault="00A5674E" w:rsidP="00A5674E">
      <w:pPr>
        <w:pStyle w:val="Odstavec1-1a"/>
      </w:pPr>
      <w:r>
        <w:t>Obě Smluvní strany splní povinnost uvedenou v tomto odstavci ve lhůtě 30 (slovy: třicet) kale</w:t>
      </w:r>
      <w:r w:rsidR="00B419F5">
        <w:t xml:space="preserve">ndářních dní od uzavření Smluv; </w:t>
      </w:r>
      <w:proofErr w:type="gramStart"/>
      <w:r w:rsidR="00B419F5">
        <w:t>nebude</w:t>
      </w:r>
      <w:proofErr w:type="gramEnd"/>
      <w:r w:rsidR="00B419F5">
        <w:t xml:space="preserve">-li tyto smlouvy </w:t>
      </w:r>
      <w:proofErr w:type="gramStart"/>
      <w:r w:rsidR="00B419F5">
        <w:t>zaslány</w:t>
      </w:r>
      <w:proofErr w:type="gramEnd"/>
      <w:r>
        <w:t xml:space="preserve"> k</w:t>
      </w:r>
      <w:r w:rsidR="00913F43">
        <w:t> </w:t>
      </w:r>
      <w:r w:rsidR="00B419F5">
        <w:t>uveřejnění a/nebo uveřejněny</w:t>
      </w:r>
      <w:r>
        <w:t xml:space="preserve">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372BDA93" w:rsidR="00A5674E" w:rsidRDefault="00A5674E" w:rsidP="00A5674E">
      <w:pPr>
        <w:pStyle w:val="Odstavec1-1a"/>
      </w:pPr>
      <w:r>
        <w:t>Obě Smluvní strany souhlasí se zveřejněním údajů o identifikaci Smluvních str</w:t>
      </w:r>
      <w:r w:rsidR="00B419F5">
        <w:t>an, předmětu Smluv</w:t>
      </w:r>
      <w:r>
        <w:t>, je</w:t>
      </w:r>
      <w:r w:rsidR="00B419F5">
        <w:t>jich</w:t>
      </w:r>
      <w:bookmarkStart w:id="0" w:name="_GoBack"/>
      <w:bookmarkEnd w:id="0"/>
      <w:r>
        <w:t xml:space="preserve"> ceně</w:t>
      </w:r>
      <w:r w:rsidR="00B419F5">
        <w:t xml:space="preserve"> či hodnotě a datu uzavření těchto Smluv</w:t>
      </w:r>
      <w:r>
        <w:t>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6BD7B18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76F7F07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0EEA79D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7F4AF" w14:textId="77777777" w:rsidR="00AF6B19" w:rsidRDefault="00AF6B19" w:rsidP="00962258">
      <w:pPr>
        <w:spacing w:after="0" w:line="240" w:lineRule="auto"/>
      </w:pPr>
      <w:r>
        <w:separator/>
      </w:r>
    </w:p>
  </w:endnote>
  <w:endnote w:type="continuationSeparator" w:id="0">
    <w:p w14:paraId="7A044724" w14:textId="77777777" w:rsidR="00AF6B19" w:rsidRDefault="00AF6B1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892D7BF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51D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51D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267C7" w14:textId="05C876D1" w:rsidR="00AA5A79" w:rsidRDefault="00AA5A79">
    <w:pPr>
      <w:pStyle w:val="Zpat"/>
    </w:pPr>
    <w:r>
      <w:rPr>
        <w:noProof/>
        <w:lang w:eastAsia="cs-CZ"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52F03" w14:textId="77777777" w:rsidR="00AF6B19" w:rsidRDefault="00AF6B19" w:rsidP="00962258">
      <w:pPr>
        <w:spacing w:after="0" w:line="240" w:lineRule="auto"/>
      </w:pPr>
      <w:r>
        <w:separator/>
      </w:r>
    </w:p>
  </w:footnote>
  <w:footnote w:type="continuationSeparator" w:id="0">
    <w:p w14:paraId="74FC64BF" w14:textId="77777777" w:rsidR="00AF6B19" w:rsidRDefault="00AF6B1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FE6FD" w14:textId="77777777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3CC71" w14:textId="77777777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A79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56589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8666E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26E4E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51D3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AF6B19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19F5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M&#252;ller\Vzorov&#233;%20dokumety\Vzorov&#233;%20dokumenty%20O&#344;\14.%20aktualizace%20-%20P&#344;IPRAVOVAN&#193;\4_Prost&#233;%20rekonstrukce\1_Postup%20dle%20ZZVZ_zm&#283;na_220124\D&#237;l%202_2%20Dopis_nab&#237;dky_R-F_24_1_n&#225;rodn&#237;_zdroje_P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5FD209-859B-4A97-9446-614748A0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56BBCF-24E4-4CF9-8156-CD1F4F732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2_2 Dopis_nabídky_R-F_24_1_národní_zdroje_PR.dotx</Template>
  <TotalTime>10</TotalTime>
  <Pages>2</Pages>
  <Words>409</Words>
  <Characters>2415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Gregorová Elena, Ing.</cp:lastModifiedBy>
  <cp:revision>6</cp:revision>
  <cp:lastPrinted>2019-03-07T14:42:00Z</cp:lastPrinted>
  <dcterms:created xsi:type="dcterms:W3CDTF">2024-02-02T07:59:00Z</dcterms:created>
  <dcterms:modified xsi:type="dcterms:W3CDTF">2024-07-19T10:09:00Z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